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BA7" w:rsidRDefault="008B6890">
      <w:pPr>
        <w:pStyle w:val="Standard"/>
      </w:pPr>
      <w:r>
        <w:t xml:space="preserve">Read chapter 6 section 3 and fill in the blanks. When you are finished unscramble the letters in the circle to complete the sentence at the bottom of the page. Work with a partner. The </w:t>
      </w:r>
      <w:r>
        <w:t>first group finished will be spared the wrath of the First Consul…also find out what/who the First Consul was/is (write the answer on the bottom of the page).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17" o:spid="_x0000_s1026" style="position:absolute;margin-left:242.15pt;margin-top:10.85pt;width:15.65pt;height:20.25pt;z-index:251673600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8B6890">
      <w:pPr>
        <w:pStyle w:val="Standard"/>
        <w:numPr>
          <w:ilvl w:val="0"/>
          <w:numId w:val="1"/>
        </w:numPr>
      </w:pPr>
      <w:r>
        <w:t>Napoleon wanted to make his power __ __ __ __ __ __ __ __ __and hereditary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16" o:spid="_x0000_s1027" style="position:absolute;margin-left:210.95pt;margin-top:10.75pt;width:15.65pt;height:20.25pt;z-index:251672576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8B6890">
      <w:pPr>
        <w:pStyle w:val="Standard"/>
        <w:numPr>
          <w:ilvl w:val="0"/>
          <w:numId w:val="1"/>
        </w:numPr>
      </w:pPr>
      <w:r>
        <w:t>Napoleon crowns __</w:t>
      </w:r>
      <w:r>
        <w:t xml:space="preserve"> __ __ __ __ __ __ Emperor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15" o:spid="_x0000_s1028" style="position:absolute;margin-left:219.85pt;margin-top:10pt;width:15.65pt;height:20.25pt;z-index:251671552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8B6890">
      <w:pPr>
        <w:pStyle w:val="Standard"/>
        <w:numPr>
          <w:ilvl w:val="0"/>
          <w:numId w:val="1"/>
        </w:numPr>
      </w:pPr>
      <w:r>
        <w:t>Emperor Napoleon wanted to build an __ __ __ __ __ __in the Americas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14" o:spid="_x0000_s1029" style="position:absolute;margin-left:259.1pt;margin-top:11.3pt;width:15.65pt;height:20.25pt;z-index:251670528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8B6890">
      <w:pPr>
        <w:pStyle w:val="Standard"/>
        <w:numPr>
          <w:ilvl w:val="0"/>
          <w:numId w:val="1"/>
        </w:numPr>
      </w:pPr>
      <w:r>
        <w:t>The Napoleonic Wars kept France in a state of __ __ __ __ __ __ __ __ __ __warfare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13" o:spid="_x0000_s1030" style="position:absolute;margin-left:415.35pt;margin-top:11.25pt;width:15.65pt;height:20.25pt;z-index:251669504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8B6890">
      <w:pPr>
        <w:pStyle w:val="Standard"/>
        <w:numPr>
          <w:ilvl w:val="0"/>
          <w:numId w:val="1"/>
        </w:numPr>
      </w:pPr>
      <w:r>
        <w:t xml:space="preserve">Napoleon’s greatest enemy in Europe was __ __ __ __ __     __ __ __ __ </w:t>
      </w:r>
      <w:r>
        <w:t>__ __ __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11" o:spid="_x0000_s1031" style="position:absolute;margin-left:283.2pt;margin-top:10.6pt;width:15.65pt;height:20.25pt;z-index:251667456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091BA7">
      <w:pPr>
        <w:pStyle w:val="Standard"/>
        <w:numPr>
          <w:ilvl w:val="0"/>
          <w:numId w:val="1"/>
        </w:numPr>
      </w:pPr>
      <w:r>
        <w:rPr>
          <w:lang w:eastAsia="en-US" w:bidi="ar-SA"/>
        </w:rPr>
        <w:pict>
          <v:shape id="Oval 12" o:spid="_x0000_s1032" style="position:absolute;left:0;text-align:left;margin-left:12.85pt;margin-top:10.1pt;width:15.65pt;height:20.25pt;z-index:251668480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  <w:r>
        <w:rPr>
          <w:lang w:eastAsia="en-US" w:bidi="ar-SA"/>
        </w:rPr>
        <w:pict>
          <v:shape id="Oval 10" o:spid="_x0000_s1033" style="position:absolute;left:0;text-align:left;margin-left:335pt;margin-top:24.15pt;width:15.65pt;height:20.25pt;z-index:251666432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  <w:r w:rsidR="008B6890">
        <w:t>Napoleon's plan to defeat the British was called the __ __ __ __ __ __ __ __ __ __ __              __ __ __ __ __ __</w:t>
      </w:r>
    </w:p>
    <w:p w:rsidR="00091BA7" w:rsidRDefault="008B6890">
      <w:pPr>
        <w:pStyle w:val="Standard"/>
        <w:numPr>
          <w:ilvl w:val="0"/>
          <w:numId w:val="1"/>
        </w:numPr>
      </w:pPr>
      <w:r>
        <w:t>Napoleon attempted to gain control in Spain by making his __ __ __ __ __ __ __the king.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9" o:spid="_x0000_s1034" style="position:absolute;margin-left:243.45pt;margin-top:10.65pt;width:15.65pt;height:20.25pt;z-index:251665408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8B6890">
      <w:pPr>
        <w:pStyle w:val="Standard"/>
        <w:numPr>
          <w:ilvl w:val="0"/>
          <w:numId w:val="1"/>
        </w:numPr>
      </w:pPr>
      <w:r>
        <w:t>Napoleon had to pull his army out of</w:t>
      </w:r>
      <w:r>
        <w:t xml:space="preserve"> __ __ __ __ __ b/c the __ __ __ __ __ __there were attacking French troops.</w:t>
      </w:r>
    </w:p>
    <w:p w:rsidR="00091BA7" w:rsidRDefault="00091BA7">
      <w:pPr>
        <w:pStyle w:val="Standard"/>
      </w:pPr>
    </w:p>
    <w:p w:rsidR="00091BA7" w:rsidRDefault="008B6890">
      <w:pPr>
        <w:pStyle w:val="Standard"/>
        <w:numPr>
          <w:ilvl w:val="0"/>
          <w:numId w:val="1"/>
        </w:numPr>
      </w:pPr>
      <w:r>
        <w:t xml:space="preserve">Napoleon consolidated his power in Europe by placing his __ __ __ __ __ __ __ __ </w:t>
      </w:r>
      <w:r>
        <w:softHyphen/>
      </w:r>
      <w:r>
        <w:softHyphen/>
        <w:t>__in power in many different countries</w:t>
      </w:r>
    </w:p>
    <w:p w:rsidR="00091BA7" w:rsidRDefault="00091BA7">
      <w:pPr>
        <w:pStyle w:val="Standard"/>
      </w:pPr>
    </w:p>
    <w:p w:rsidR="00091BA7" w:rsidRDefault="008B6890">
      <w:pPr>
        <w:pStyle w:val="Standard"/>
        <w:numPr>
          <w:ilvl w:val="0"/>
          <w:numId w:val="1"/>
        </w:numPr>
      </w:pPr>
      <w:r>
        <w:t xml:space="preserve">Napoleon wanted to instate policies to create __ __ __ </w:t>
      </w:r>
      <w:r>
        <w:t>__ __in France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8" o:spid="_x0000_s1035" style="position:absolute;margin-left:341pt;margin-top:10.85pt;width:15.65pt;height:20.25pt;z-index:251664384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091BA7">
      <w:pPr>
        <w:pStyle w:val="Standard"/>
        <w:numPr>
          <w:ilvl w:val="0"/>
          <w:numId w:val="1"/>
        </w:numPr>
      </w:pPr>
      <w:r>
        <w:rPr>
          <w:lang w:eastAsia="en-US" w:bidi="ar-SA"/>
        </w:rPr>
        <w:pict>
          <v:shape id="Oval 7" o:spid="_x0000_s1036" style="position:absolute;left:0;text-align:left;margin-left:159.45pt;margin-top:25.15pt;width:15.65pt;height:20.25pt;z-index:251663360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  <w:r w:rsidR="008B6890">
        <w:t>Although it didn't gain any power, Napoleon acknowledged the __ __ __ __ __ __ __ __church was important to his people</w:t>
      </w:r>
    </w:p>
    <w:p w:rsidR="00091BA7" w:rsidRDefault="008B6890">
      <w:pPr>
        <w:pStyle w:val="Standard"/>
        <w:numPr>
          <w:ilvl w:val="0"/>
          <w:numId w:val="1"/>
        </w:numPr>
      </w:pPr>
      <w:r>
        <w:t>Napoleon created a __ __ __ __in France to help regulate the economy.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5" o:spid="_x0000_s1037" style="position:absolute;margin-left:145.5pt;margin-top:10.1pt;width:15.65pt;height:20.25pt;z-index:251661312;visibility:visible;mso-wrap-style:square;mso-position-horizontal-relative:text;mso-position-vertical-relative:text;v-text-anchor:top" coordsize="198753,257175" path="m,128587wa,,198752,257174,,128587,99376,,,,198752,257174,99376,,198752,128587,,,198752,257174,198752,128587,99376,257174,,,198752,257174,99376,257174,,128587xe" strokeweight=".26467mm">
            <v:fill opacity="0"/>
            <v:path arrowok="t" o:connecttype="custom" o:connectlocs="99377,0;198753,128588;99377,257175;0,128588;29107,37662;29107,219513;169646,219513;169646,37662" o:connectangles="270,0,90,180,270,90,90,270" textboxrect="29107,37662,169646,219513"/>
          </v:shape>
        </w:pict>
      </w:r>
    </w:p>
    <w:p w:rsidR="00091BA7" w:rsidRDefault="008B6890">
      <w:pPr>
        <w:pStyle w:val="Standard"/>
        <w:numPr>
          <w:ilvl w:val="0"/>
          <w:numId w:val="1"/>
        </w:numPr>
      </w:pPr>
      <w:r>
        <w:t xml:space="preserve">The __ __ __ __ __ __ __ __ __ __    __ __ __ </w:t>
      </w:r>
      <w:r>
        <w:t>__unified France law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4" o:spid="_x0000_s1038" style="position:absolute;margin-left:392.2pt;margin-top:8.95pt;width:15.65pt;height:21.3pt;z-index:251660288;visibility:visible;mso-wrap-style:square;mso-position-horizontal-relative:text;mso-position-vertical-relative:text;v-text-anchor:top" coordsize="198753,270506" path="m,135253wa,,198752,270506,,135253,99376,,,,198752,270506,99376,,198752,135253,,,198752,270506,198752,135253,99376,270506,,,198752,270506,99376,270506,,135253xe" strokeweight=".26467mm">
            <v:fill opacity="0"/>
            <v:path arrowok="t" o:connecttype="custom" o:connectlocs="99377,0;198753,135253;99377,270506;0,135253;29107,39615;29107,230891;169646,230891;169646,39615" o:connectangles="270,0,90,180,270,90,90,270" textboxrect="29107,39615,169646,230891"/>
          </v:shape>
        </w:pict>
      </w:r>
    </w:p>
    <w:p w:rsidR="00091BA7" w:rsidRDefault="00091BA7">
      <w:pPr>
        <w:pStyle w:val="Standard"/>
        <w:numPr>
          <w:ilvl w:val="0"/>
          <w:numId w:val="1"/>
        </w:numPr>
      </w:pPr>
      <w:r>
        <w:rPr>
          <w:lang w:eastAsia="en-US" w:bidi="ar-SA"/>
        </w:rPr>
        <w:pict>
          <v:shape id="Oval 3" o:spid="_x0000_s1039" style="position:absolute;left:0;text-align:left;margin-left:120.55pt;margin-top:9.15pt;width:15.65pt;height:21.3pt;z-index:251659264;visibility:visible;mso-wrap-style:square;mso-position-horizontal-relative:text;mso-position-vertical-relative:text;v-text-anchor:top" coordsize="198753,270506" path="m,135253wa,,198752,270506,,135253,99376,,,,198752,270506,99376,,198752,135253,,,198752,270506,198752,135253,99376,270506,,,198752,270506,99376,270506,,135253xe" strokeweight=".26467mm">
            <v:fill opacity="0"/>
            <v:path arrowok="t" o:connecttype="custom" o:connectlocs="99377,0;198753,135253;99377,270506;0,135253;29107,39615;29107,230891;169646,230891;169646,39615" o:connectangles="270,0,90,180,270,90,90,270" textboxrect="29107,39615,169646,230891"/>
          </v:shape>
        </w:pict>
      </w:r>
      <w:r w:rsidR="008B6890">
        <w:t>The answer from above promoted __ __ __ __ __over individual __ __ __ __ __ __ and its freedoms applied only to __ __ __ __citizens</w:t>
      </w:r>
    </w:p>
    <w:p w:rsidR="00091BA7" w:rsidRDefault="00091BA7">
      <w:pPr>
        <w:pStyle w:val="Standard"/>
      </w:pPr>
      <w:r>
        <w:rPr>
          <w:lang w:eastAsia="en-US" w:bidi="ar-SA"/>
        </w:rPr>
        <w:pict>
          <v:shape id="Oval 2" o:spid="_x0000_s1040" style="position:absolute;margin-left:300.15pt;margin-top:8.9pt;width:15.65pt;height:21.3pt;z-index:251658240;visibility:visible;mso-wrap-style:square;mso-position-horizontal-relative:text;mso-position-vertical-relative:text;v-text-anchor:top" coordsize="198753,270506" path="m,135253wa,,198752,270506,,135253,99376,,,,198752,270506,99376,,198752,135253,,,198752,270506,198752,135253,99376,270506,,,198752,270506,99376,270506,,135253xe" strokeweight=".26467mm">
            <v:fill opacity="0"/>
            <v:path arrowok="t" o:connecttype="custom" o:connectlocs="99377,0;198753,135253;99377,270506;0,135253;29107,39615;29107,230891;169646,230891;169646,39615" o:connectangles="270,0,90,180,270,90,90,270" textboxrect="29107,39615,169646,230891"/>
          </v:shape>
        </w:pict>
      </w:r>
    </w:p>
    <w:p w:rsidR="00091BA7" w:rsidRDefault="008B6890">
      <w:pPr>
        <w:pStyle w:val="Standard"/>
      </w:pPr>
      <w:r>
        <w:t xml:space="preserve">15) Part of Napoleon’s legacy is that he encouraged French __ </w:t>
      </w:r>
      <w:r>
        <w:rPr>
          <w:b/>
        </w:rPr>
        <w:t>__</w:t>
      </w:r>
      <w:r>
        <w:t xml:space="preserve"> __ __ __ __ __ __ __ __ __, a fee</w:t>
      </w:r>
      <w:r>
        <w:t xml:space="preserve">ling of pride, loyalty and unity among people in France  </w:t>
      </w:r>
    </w:p>
    <w:p w:rsidR="00091BA7" w:rsidRDefault="00091BA7">
      <w:pPr>
        <w:pStyle w:val="Standard"/>
      </w:pPr>
    </w:p>
    <w:p w:rsidR="00091BA7" w:rsidRDefault="00091BA7">
      <w:pPr>
        <w:pStyle w:val="Standard"/>
      </w:pPr>
    </w:p>
    <w:p w:rsidR="00091BA7" w:rsidRDefault="008B6890">
      <w:pPr>
        <w:pStyle w:val="Standard"/>
      </w:pPr>
      <w:r>
        <w:rPr>
          <w:b/>
        </w:rPr>
        <w:t>During the Age of Napoleon __ __ __ __ __ __ became a __ __ __ __ __ __ __ __ again</w:t>
      </w:r>
    </w:p>
    <w:sectPr w:rsidR="00091BA7" w:rsidSect="00091BA7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BA7" w:rsidRDefault="00091BA7" w:rsidP="00091BA7">
      <w:r>
        <w:separator/>
      </w:r>
    </w:p>
  </w:endnote>
  <w:endnote w:type="continuationSeparator" w:id="0">
    <w:p w:rsidR="00091BA7" w:rsidRDefault="00091BA7" w:rsidP="00091B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BA7" w:rsidRDefault="008B6890" w:rsidP="00091BA7">
      <w:r w:rsidRPr="00091BA7">
        <w:rPr>
          <w:color w:val="000000"/>
        </w:rPr>
        <w:separator/>
      </w:r>
    </w:p>
  </w:footnote>
  <w:footnote w:type="continuationSeparator" w:id="0">
    <w:p w:rsidR="00091BA7" w:rsidRDefault="00091BA7" w:rsidP="00091B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545A9"/>
    <w:multiLevelType w:val="multilevel"/>
    <w:tmpl w:val="703C501C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91BA7"/>
    <w:rsid w:val="00091BA7"/>
    <w:rsid w:val="008B6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91BA7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091BA7"/>
    <w:pPr>
      <w:suppressAutoHyphens/>
    </w:pPr>
  </w:style>
  <w:style w:type="paragraph" w:customStyle="1" w:styleId="Heading">
    <w:name w:val="Heading"/>
    <w:basedOn w:val="Standard"/>
    <w:next w:val="Textbody"/>
    <w:rsid w:val="00091BA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091BA7"/>
    <w:pPr>
      <w:spacing w:after="120"/>
    </w:pPr>
  </w:style>
  <w:style w:type="paragraph" w:styleId="List">
    <w:name w:val="List"/>
    <w:basedOn w:val="Textbody"/>
    <w:rsid w:val="00091BA7"/>
  </w:style>
  <w:style w:type="paragraph" w:styleId="Caption">
    <w:name w:val="caption"/>
    <w:basedOn w:val="Standard"/>
    <w:rsid w:val="00091BA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91BA7"/>
    <w:pPr>
      <w:suppressLineNumbers/>
    </w:pPr>
  </w:style>
  <w:style w:type="character" w:customStyle="1" w:styleId="NumberingSymbols">
    <w:name w:val="Numbering Symbols"/>
    <w:rsid w:val="00091BA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 sturges</dc:creator>
  <cp:lastModifiedBy>IT Clone User</cp:lastModifiedBy>
  <cp:revision>2</cp:revision>
  <cp:lastPrinted>2013-01-17T12:46:00Z</cp:lastPrinted>
  <dcterms:created xsi:type="dcterms:W3CDTF">2013-01-17T12:57:00Z</dcterms:created>
  <dcterms:modified xsi:type="dcterms:W3CDTF">2013-01-17T12:57:00Z</dcterms:modified>
</cp:coreProperties>
</file>